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D93195" w14:textId="77777777" w:rsidR="00B24FC6" w:rsidRPr="00C94BE0" w:rsidRDefault="000A05A0">
      <w:pPr>
        <w:jc w:val="center"/>
        <w:rPr>
          <w:b/>
          <w:bCs/>
          <w:sz w:val="36"/>
          <w:szCs w:val="32"/>
        </w:rPr>
      </w:pPr>
      <w:r w:rsidRPr="00C94BE0">
        <w:rPr>
          <w:rFonts w:hint="eastAsia"/>
          <w:b/>
          <w:bCs/>
          <w:sz w:val="36"/>
          <w:szCs w:val="32"/>
        </w:rPr>
        <w:t>選挙運動用ビラ作成証明書</w:t>
      </w:r>
    </w:p>
    <w:p w14:paraId="5B949784" w14:textId="77777777" w:rsidR="00C94BE0" w:rsidRPr="00062053" w:rsidRDefault="00C94BE0" w:rsidP="00C94BE0">
      <w:pPr>
        <w:rPr>
          <w:sz w:val="24"/>
          <w:szCs w:val="22"/>
        </w:rPr>
      </w:pPr>
    </w:p>
    <w:p w14:paraId="6E8593CB" w14:textId="77777777" w:rsidR="00C94BE0" w:rsidRPr="00062053" w:rsidRDefault="00C94BE0" w:rsidP="00C94BE0">
      <w:pPr>
        <w:jc w:val="right"/>
        <w:rPr>
          <w:sz w:val="24"/>
          <w:szCs w:val="24"/>
        </w:rPr>
      </w:pPr>
      <w:r w:rsidRPr="00062053">
        <w:rPr>
          <w:rFonts w:hint="eastAsia"/>
          <w:sz w:val="24"/>
          <w:szCs w:val="24"/>
        </w:rPr>
        <w:t xml:space="preserve">　　令和　　年　　月　　日</w:t>
      </w:r>
    </w:p>
    <w:p w14:paraId="1583C1B8" w14:textId="77777777" w:rsidR="00C94BE0" w:rsidRPr="00062053" w:rsidRDefault="00C94BE0" w:rsidP="00C94BE0">
      <w:pPr>
        <w:rPr>
          <w:sz w:val="24"/>
          <w:szCs w:val="24"/>
        </w:rPr>
      </w:pPr>
    </w:p>
    <w:p w14:paraId="7AAB63C4" w14:textId="77777777" w:rsidR="00C94BE0" w:rsidRDefault="00C94BE0" w:rsidP="00C94BE0">
      <w:pPr>
        <w:ind w:leftChars="2300" w:left="4830" w:rightChars="497" w:right="1044"/>
        <w:rPr>
          <w:sz w:val="24"/>
          <w:szCs w:val="24"/>
        </w:rPr>
      </w:pPr>
      <w:r w:rsidRPr="00062053">
        <w:rPr>
          <w:rFonts w:hint="eastAsia"/>
          <w:sz w:val="24"/>
          <w:szCs w:val="24"/>
        </w:rPr>
        <w:t>美浜町議会議員選挙</w:t>
      </w:r>
    </w:p>
    <w:p w14:paraId="1C1F51B0" w14:textId="77777777" w:rsidR="00C94BE0" w:rsidRPr="00062053" w:rsidRDefault="00C94BE0" w:rsidP="00C94BE0">
      <w:pPr>
        <w:ind w:leftChars="2300" w:left="4830" w:rightChars="497" w:right="1044"/>
        <w:rPr>
          <w:sz w:val="24"/>
          <w:szCs w:val="24"/>
        </w:rPr>
      </w:pPr>
    </w:p>
    <w:p w14:paraId="788D8D99" w14:textId="77777777" w:rsidR="00C94BE0" w:rsidRPr="00062053" w:rsidRDefault="00C94BE0" w:rsidP="00C94BE0">
      <w:pPr>
        <w:spacing w:afterLines="50" w:after="167"/>
        <w:ind w:leftChars="2300" w:left="4830"/>
        <w:rPr>
          <w:sz w:val="24"/>
          <w:szCs w:val="24"/>
        </w:rPr>
      </w:pPr>
      <w:r w:rsidRPr="00062053">
        <w:rPr>
          <w:rFonts w:hint="eastAsia"/>
          <w:sz w:val="24"/>
          <w:szCs w:val="24"/>
        </w:rPr>
        <w:t xml:space="preserve">候補者　　　　　　　　　　</w:t>
      </w:r>
    </w:p>
    <w:p w14:paraId="697E1D6B" w14:textId="77777777" w:rsidR="00C94BE0" w:rsidRPr="00062053" w:rsidRDefault="00C94BE0" w:rsidP="00C94BE0">
      <w:pPr>
        <w:ind w:right="-1"/>
        <w:rPr>
          <w:sz w:val="24"/>
          <w:szCs w:val="24"/>
        </w:rPr>
      </w:pPr>
    </w:p>
    <w:p w14:paraId="263B6F02" w14:textId="77777777" w:rsidR="00C94BE0" w:rsidRPr="004D7D5A" w:rsidRDefault="00C94BE0" w:rsidP="00C94BE0">
      <w:pPr>
        <w:rPr>
          <w:sz w:val="28"/>
          <w:szCs w:val="28"/>
        </w:rPr>
      </w:pPr>
      <w:r w:rsidRPr="004D7D5A">
        <w:rPr>
          <w:rFonts w:hint="eastAsia"/>
          <w:sz w:val="28"/>
          <w:szCs w:val="28"/>
        </w:rPr>
        <w:t xml:space="preserve">　令和</w:t>
      </w:r>
      <w:r w:rsidRPr="004D7D5A">
        <w:rPr>
          <w:sz w:val="28"/>
          <w:szCs w:val="28"/>
        </w:rPr>
        <w:t>8</w:t>
      </w:r>
      <w:r w:rsidRPr="004D7D5A">
        <w:rPr>
          <w:rFonts w:hint="eastAsia"/>
          <w:sz w:val="28"/>
          <w:szCs w:val="28"/>
        </w:rPr>
        <w:t>年</w:t>
      </w:r>
      <w:r w:rsidRPr="004D7D5A">
        <w:rPr>
          <w:sz w:val="28"/>
          <w:szCs w:val="28"/>
        </w:rPr>
        <w:t>3</w:t>
      </w:r>
      <w:r w:rsidRPr="004D7D5A">
        <w:rPr>
          <w:rFonts w:hint="eastAsia"/>
          <w:sz w:val="28"/>
          <w:szCs w:val="28"/>
        </w:rPr>
        <w:t>月</w:t>
      </w:r>
      <w:r w:rsidRPr="004D7D5A">
        <w:rPr>
          <w:sz w:val="28"/>
          <w:szCs w:val="28"/>
        </w:rPr>
        <w:t>8</w:t>
      </w:r>
      <w:r w:rsidRPr="004D7D5A">
        <w:rPr>
          <w:rFonts w:hint="eastAsia"/>
          <w:sz w:val="28"/>
          <w:szCs w:val="28"/>
        </w:rPr>
        <w:t>日執行の美浜町議会議員選挙において、下記のとおり選挙</w:t>
      </w:r>
    </w:p>
    <w:p w14:paraId="511E7119" w14:textId="2092BE68" w:rsidR="00C94BE0" w:rsidRPr="004D7D5A" w:rsidRDefault="00C94BE0" w:rsidP="00C94BE0">
      <w:pPr>
        <w:rPr>
          <w:sz w:val="28"/>
          <w:szCs w:val="28"/>
        </w:rPr>
      </w:pPr>
      <w:r w:rsidRPr="004D7D5A">
        <w:rPr>
          <w:rFonts w:hint="eastAsia"/>
          <w:sz w:val="28"/>
          <w:szCs w:val="28"/>
        </w:rPr>
        <w:t>運動用</w:t>
      </w:r>
      <w:r>
        <w:rPr>
          <w:rFonts w:hint="eastAsia"/>
          <w:sz w:val="28"/>
          <w:szCs w:val="28"/>
        </w:rPr>
        <w:t>ビラ</w:t>
      </w:r>
      <w:r w:rsidRPr="004D7D5A">
        <w:rPr>
          <w:rFonts w:hint="eastAsia"/>
          <w:sz w:val="28"/>
          <w:szCs w:val="28"/>
        </w:rPr>
        <w:t>を</w:t>
      </w:r>
      <w:r>
        <w:rPr>
          <w:rFonts w:hint="eastAsia"/>
          <w:sz w:val="28"/>
          <w:szCs w:val="28"/>
        </w:rPr>
        <w:t>作成</w:t>
      </w:r>
      <w:r w:rsidRPr="004D7D5A">
        <w:rPr>
          <w:rFonts w:hint="eastAsia"/>
          <w:sz w:val="28"/>
          <w:szCs w:val="28"/>
        </w:rPr>
        <w:t>したことを証明します。</w:t>
      </w:r>
    </w:p>
    <w:p w14:paraId="17E5AFF7" w14:textId="77777777" w:rsidR="00C94BE0" w:rsidRPr="00CA0E7D" w:rsidRDefault="00C94BE0" w:rsidP="00C94BE0">
      <w:pPr>
        <w:spacing w:after="120"/>
        <w:rPr>
          <w:szCs w:val="21"/>
        </w:rPr>
      </w:pPr>
    </w:p>
    <w:p w14:paraId="619C4F13" w14:textId="77777777" w:rsidR="00C94BE0" w:rsidRPr="00CA0E7D" w:rsidRDefault="00C94BE0" w:rsidP="00C94BE0">
      <w:pPr>
        <w:pStyle w:val="a7"/>
        <w:rPr>
          <w:szCs w:val="21"/>
        </w:rPr>
      </w:pPr>
      <w:r w:rsidRPr="00CA0E7D">
        <w:rPr>
          <w:rFonts w:hint="eastAsia"/>
          <w:szCs w:val="21"/>
        </w:rPr>
        <w:t>記</w:t>
      </w:r>
    </w:p>
    <w:p w14:paraId="696AE419" w14:textId="77777777" w:rsidR="00B24FC6" w:rsidRDefault="00B24FC6"/>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05"/>
        <w:gridCol w:w="4805"/>
      </w:tblGrid>
      <w:tr w:rsidR="00C94BE0" w14:paraId="65C6575F" w14:textId="77777777" w:rsidTr="00C94BE0">
        <w:trPr>
          <w:trHeight w:val="2076"/>
        </w:trPr>
        <w:tc>
          <w:tcPr>
            <w:tcW w:w="5000" w:type="pct"/>
            <w:gridSpan w:val="2"/>
            <w:vAlign w:val="center"/>
          </w:tcPr>
          <w:p w14:paraId="676A0A1D" w14:textId="319102F1" w:rsidR="00C94BE0" w:rsidRDefault="00C94BE0" w:rsidP="00C94BE0">
            <w:pPr>
              <w:spacing w:before="120" w:line="276" w:lineRule="auto"/>
            </w:pPr>
            <w:r>
              <w:rPr>
                <w:rFonts w:hint="eastAsia"/>
              </w:rPr>
              <w:t>ビラ作成業者</w:t>
            </w:r>
          </w:p>
          <w:p w14:paraId="6A12DFD6" w14:textId="77777777" w:rsidR="00C94BE0" w:rsidRDefault="00C94BE0" w:rsidP="00C94BE0">
            <w:pPr>
              <w:spacing w:afterLines="50" w:after="167" w:line="276" w:lineRule="auto"/>
              <w:ind w:firstLineChars="100" w:firstLine="210"/>
            </w:pPr>
            <w:r>
              <w:rPr>
                <w:rFonts w:hint="eastAsia"/>
              </w:rPr>
              <w:t>住　　　　所</w:t>
            </w:r>
          </w:p>
          <w:p w14:paraId="712204C2" w14:textId="77777777" w:rsidR="00C94BE0" w:rsidRDefault="00C94BE0" w:rsidP="00C94BE0">
            <w:pPr>
              <w:spacing w:afterLines="50" w:after="167" w:line="276" w:lineRule="auto"/>
              <w:ind w:firstLineChars="100" w:firstLine="210"/>
            </w:pPr>
            <w:r>
              <w:rPr>
                <w:rFonts w:hint="eastAsia"/>
              </w:rPr>
              <w:t>氏名又は名称</w:t>
            </w:r>
          </w:p>
          <w:p w14:paraId="411D7585" w14:textId="77777777" w:rsidR="00C94BE0" w:rsidRDefault="00C94BE0" w:rsidP="00C94BE0">
            <w:pPr>
              <w:spacing w:line="240" w:lineRule="exact"/>
              <w:ind w:firstLineChars="200" w:firstLine="320"/>
              <w:rPr>
                <w:sz w:val="16"/>
                <w:szCs w:val="14"/>
              </w:rPr>
            </w:pPr>
            <w:r>
              <w:rPr>
                <w:noProof/>
                <w:sz w:val="16"/>
                <w:szCs w:val="14"/>
                <w:lang w:val="ja-JP"/>
              </w:rPr>
              <w:pict w14:anchorId="244E3593">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left:0;text-align:left;margin-left:11.4pt;margin-top:1.35pt;width:131.5pt;height:21.35pt;z-index:251659264">
                  <v:textbox inset="5.85pt,.7pt,5.85pt,.7pt"/>
                </v:shape>
              </w:pict>
            </w:r>
            <w:r w:rsidRPr="00AE665A">
              <w:rPr>
                <w:rFonts w:hint="eastAsia"/>
                <w:sz w:val="16"/>
                <w:szCs w:val="14"/>
              </w:rPr>
              <w:t>法人にあっては、主たる事務所の</w:t>
            </w:r>
          </w:p>
          <w:p w14:paraId="36D6B40E" w14:textId="223250A7" w:rsidR="00C94BE0" w:rsidRDefault="00C94BE0" w:rsidP="00C94BE0">
            <w:pPr>
              <w:ind w:firstLineChars="200" w:firstLine="320"/>
            </w:pPr>
            <w:r w:rsidRPr="00AE665A">
              <w:rPr>
                <w:rFonts w:hint="eastAsia"/>
                <w:sz w:val="16"/>
                <w:szCs w:val="14"/>
              </w:rPr>
              <w:t>所在地、名称及び代表者の氏名</w:t>
            </w:r>
          </w:p>
        </w:tc>
      </w:tr>
      <w:tr w:rsidR="00B24FC6" w14:paraId="1C16F773" w14:textId="77777777" w:rsidTr="00C94BE0">
        <w:trPr>
          <w:trHeight w:val="944"/>
        </w:trPr>
        <w:tc>
          <w:tcPr>
            <w:tcW w:w="2500" w:type="pct"/>
            <w:vAlign w:val="center"/>
          </w:tcPr>
          <w:p w14:paraId="0512D2FF" w14:textId="77777777" w:rsidR="00B24FC6" w:rsidRDefault="000A05A0" w:rsidP="00C94BE0">
            <w:pPr>
              <w:ind w:leftChars="300" w:left="630" w:rightChars="300" w:right="630"/>
              <w:jc w:val="distribute"/>
            </w:pPr>
            <w:r>
              <w:rPr>
                <w:rFonts w:hint="eastAsia"/>
              </w:rPr>
              <w:t>作成枚数</w:t>
            </w:r>
          </w:p>
        </w:tc>
        <w:tc>
          <w:tcPr>
            <w:tcW w:w="2500" w:type="pct"/>
            <w:vAlign w:val="center"/>
          </w:tcPr>
          <w:p w14:paraId="3E35414D" w14:textId="77777777" w:rsidR="00B24FC6" w:rsidRDefault="000A05A0">
            <w:pPr>
              <w:jc w:val="right"/>
            </w:pPr>
            <w:r>
              <w:rPr>
                <w:rFonts w:hint="eastAsia"/>
              </w:rPr>
              <w:t xml:space="preserve">枚　</w:t>
            </w:r>
          </w:p>
        </w:tc>
      </w:tr>
      <w:tr w:rsidR="00B24FC6" w14:paraId="2A6F9652" w14:textId="77777777" w:rsidTr="00C94BE0">
        <w:trPr>
          <w:trHeight w:val="972"/>
        </w:trPr>
        <w:tc>
          <w:tcPr>
            <w:tcW w:w="2500" w:type="pct"/>
            <w:vAlign w:val="center"/>
          </w:tcPr>
          <w:p w14:paraId="381FAD67" w14:textId="77777777" w:rsidR="00B24FC6" w:rsidRDefault="000A05A0" w:rsidP="00C94BE0">
            <w:pPr>
              <w:ind w:leftChars="300" w:left="630" w:rightChars="300" w:right="630"/>
              <w:jc w:val="distribute"/>
            </w:pPr>
            <w:r>
              <w:rPr>
                <w:rFonts w:hint="eastAsia"/>
              </w:rPr>
              <w:t>作成金額</w:t>
            </w:r>
          </w:p>
        </w:tc>
        <w:tc>
          <w:tcPr>
            <w:tcW w:w="2500" w:type="pct"/>
            <w:vAlign w:val="center"/>
          </w:tcPr>
          <w:p w14:paraId="324C0BDB" w14:textId="77777777" w:rsidR="00B24FC6" w:rsidRDefault="000A05A0">
            <w:pPr>
              <w:jc w:val="right"/>
            </w:pPr>
            <w:r>
              <w:rPr>
                <w:rFonts w:hint="eastAsia"/>
              </w:rPr>
              <w:t xml:space="preserve">円　</w:t>
            </w:r>
          </w:p>
        </w:tc>
      </w:tr>
    </w:tbl>
    <w:p w14:paraId="506DE19E" w14:textId="77777777" w:rsidR="00C94BE0" w:rsidRDefault="00C94BE0" w:rsidP="00C94BE0">
      <w:pPr>
        <w:spacing w:line="240" w:lineRule="exact"/>
        <w:rPr>
          <w:sz w:val="16"/>
          <w:szCs w:val="14"/>
        </w:rPr>
      </w:pPr>
    </w:p>
    <w:p w14:paraId="0B933E20" w14:textId="77777777" w:rsidR="00C94BE0" w:rsidRDefault="00C94BE0" w:rsidP="00C94BE0">
      <w:pPr>
        <w:spacing w:line="240" w:lineRule="exact"/>
        <w:rPr>
          <w:sz w:val="16"/>
          <w:szCs w:val="14"/>
        </w:rPr>
      </w:pPr>
    </w:p>
    <w:p w14:paraId="14D01D54" w14:textId="77777777" w:rsidR="00C94BE0" w:rsidRDefault="00C94BE0" w:rsidP="00C94BE0">
      <w:pPr>
        <w:spacing w:line="240" w:lineRule="exact"/>
        <w:rPr>
          <w:sz w:val="16"/>
          <w:szCs w:val="14"/>
        </w:rPr>
      </w:pPr>
    </w:p>
    <w:p w14:paraId="578343DA" w14:textId="77777777" w:rsidR="00C94BE0" w:rsidRDefault="00C94BE0" w:rsidP="00C94BE0">
      <w:pPr>
        <w:spacing w:line="240" w:lineRule="exact"/>
        <w:rPr>
          <w:sz w:val="16"/>
          <w:szCs w:val="14"/>
        </w:rPr>
      </w:pPr>
    </w:p>
    <w:p w14:paraId="12B5A5F6" w14:textId="77777777" w:rsidR="00C94BE0" w:rsidRDefault="00C94BE0" w:rsidP="00C94BE0">
      <w:pPr>
        <w:spacing w:line="240" w:lineRule="exact"/>
        <w:rPr>
          <w:sz w:val="16"/>
          <w:szCs w:val="14"/>
        </w:rPr>
      </w:pPr>
    </w:p>
    <w:p w14:paraId="4098EF23" w14:textId="77777777" w:rsidR="00C94BE0" w:rsidRDefault="00C94BE0" w:rsidP="00C94BE0">
      <w:pPr>
        <w:spacing w:line="240" w:lineRule="exact"/>
        <w:rPr>
          <w:rFonts w:hint="eastAsia"/>
          <w:sz w:val="16"/>
          <w:szCs w:val="14"/>
        </w:rPr>
      </w:pPr>
    </w:p>
    <w:p w14:paraId="67ECEFB0" w14:textId="0F01EA39" w:rsidR="00C94BE0" w:rsidRPr="00C94BE0" w:rsidRDefault="00C94BE0" w:rsidP="00C94BE0">
      <w:pPr>
        <w:spacing w:line="240" w:lineRule="exact"/>
        <w:ind w:left="160" w:hangingChars="100" w:hanging="160"/>
        <w:rPr>
          <w:rFonts w:hint="eastAsia"/>
          <w:sz w:val="16"/>
          <w:szCs w:val="14"/>
        </w:rPr>
      </w:pPr>
      <w:r w:rsidRPr="00C94BE0">
        <w:rPr>
          <w:rFonts w:hint="eastAsia"/>
          <w:sz w:val="16"/>
          <w:szCs w:val="14"/>
        </w:rPr>
        <w:t>（備考）</w:t>
      </w:r>
    </w:p>
    <w:p w14:paraId="07B42AAD" w14:textId="77777777" w:rsidR="00C94BE0" w:rsidRPr="00C94BE0" w:rsidRDefault="00C94BE0" w:rsidP="00C94BE0">
      <w:pPr>
        <w:spacing w:line="240" w:lineRule="exact"/>
        <w:ind w:left="160" w:hangingChars="100" w:hanging="160"/>
        <w:rPr>
          <w:rFonts w:hint="eastAsia"/>
          <w:sz w:val="16"/>
          <w:szCs w:val="14"/>
        </w:rPr>
      </w:pPr>
      <w:r w:rsidRPr="00C94BE0">
        <w:rPr>
          <w:rFonts w:hint="eastAsia"/>
          <w:sz w:val="16"/>
          <w:szCs w:val="14"/>
        </w:rPr>
        <w:t>１. この証明書は、作成の実績に基づいて、ビラ作成事業者ごとに作成し、候補者からビラ作成業者に提出してください。</w:t>
      </w:r>
    </w:p>
    <w:p w14:paraId="25D5EC5E" w14:textId="77777777" w:rsidR="00C94BE0" w:rsidRPr="00C94BE0" w:rsidRDefault="00C94BE0" w:rsidP="00C94BE0">
      <w:pPr>
        <w:spacing w:line="240" w:lineRule="exact"/>
        <w:ind w:left="160" w:hangingChars="100" w:hanging="160"/>
        <w:rPr>
          <w:rFonts w:hint="eastAsia"/>
          <w:sz w:val="16"/>
          <w:szCs w:val="14"/>
        </w:rPr>
      </w:pPr>
      <w:r w:rsidRPr="00C94BE0">
        <w:rPr>
          <w:rFonts w:hint="eastAsia"/>
          <w:sz w:val="16"/>
          <w:szCs w:val="14"/>
        </w:rPr>
        <w:t>２. ビラ作成業者が美浜町に支払を請求するときは、この証明書を請求書に添付してください。</w:t>
      </w:r>
    </w:p>
    <w:p w14:paraId="1AD98A7F" w14:textId="77777777" w:rsidR="00C94BE0" w:rsidRPr="00C94BE0" w:rsidRDefault="00C94BE0" w:rsidP="00C94BE0">
      <w:pPr>
        <w:spacing w:line="240" w:lineRule="exact"/>
        <w:ind w:left="160" w:hangingChars="100" w:hanging="160"/>
        <w:rPr>
          <w:rFonts w:hint="eastAsia"/>
          <w:sz w:val="16"/>
          <w:szCs w:val="14"/>
        </w:rPr>
      </w:pPr>
      <w:r w:rsidRPr="00C94BE0">
        <w:rPr>
          <w:rFonts w:hint="eastAsia"/>
          <w:sz w:val="16"/>
          <w:szCs w:val="14"/>
        </w:rPr>
        <w:t>３. この証明書を発行した候補者について供託物が没収された場合には、ビラ作成業者は、美浜町に支払を請求することはできません。</w:t>
      </w:r>
    </w:p>
    <w:p w14:paraId="26A2F464" w14:textId="77777777" w:rsidR="00C94BE0" w:rsidRPr="00C94BE0" w:rsidRDefault="00C94BE0" w:rsidP="00C94BE0">
      <w:pPr>
        <w:spacing w:line="240" w:lineRule="exact"/>
        <w:ind w:left="160" w:hangingChars="100" w:hanging="160"/>
        <w:rPr>
          <w:rFonts w:hint="eastAsia"/>
          <w:sz w:val="16"/>
          <w:szCs w:val="14"/>
        </w:rPr>
      </w:pPr>
      <w:r w:rsidRPr="00C94BE0">
        <w:rPr>
          <w:rFonts w:hint="eastAsia"/>
          <w:sz w:val="16"/>
          <w:szCs w:val="14"/>
        </w:rPr>
        <w:t>４. １人の候補者を通じて公費負担の対象となる枚数及びそれぞれの契約に基づく公費負担の限度額は、次のとおりです。</w:t>
      </w:r>
    </w:p>
    <w:p w14:paraId="54867A64" w14:textId="77777777" w:rsidR="00C94BE0" w:rsidRPr="00C94BE0" w:rsidRDefault="00C94BE0" w:rsidP="00C94BE0">
      <w:pPr>
        <w:spacing w:line="240" w:lineRule="exact"/>
        <w:ind w:leftChars="100" w:left="210"/>
        <w:rPr>
          <w:sz w:val="16"/>
          <w:szCs w:val="14"/>
        </w:rPr>
      </w:pPr>
      <w:r w:rsidRPr="00C94BE0">
        <w:rPr>
          <w:rFonts w:hint="eastAsia"/>
          <w:sz w:val="16"/>
          <w:szCs w:val="14"/>
        </w:rPr>
        <w:t>⑴枚数</w:t>
      </w:r>
    </w:p>
    <w:p w14:paraId="461234E8" w14:textId="77777777" w:rsidR="00C94BE0" w:rsidRPr="00C94BE0" w:rsidRDefault="00C94BE0" w:rsidP="00C94BE0">
      <w:pPr>
        <w:spacing w:line="240" w:lineRule="exact"/>
        <w:ind w:leftChars="100" w:left="210" w:firstLineChars="100" w:firstLine="160"/>
        <w:rPr>
          <w:rFonts w:hint="eastAsia"/>
          <w:sz w:val="16"/>
          <w:szCs w:val="14"/>
        </w:rPr>
      </w:pPr>
      <w:r w:rsidRPr="00C94BE0">
        <w:rPr>
          <w:rFonts w:hint="eastAsia"/>
          <w:sz w:val="16"/>
          <w:szCs w:val="14"/>
        </w:rPr>
        <w:t>公職選挙法第142 条第１項第７号に定める枚数</w:t>
      </w:r>
    </w:p>
    <w:p w14:paraId="4384754F" w14:textId="77777777" w:rsidR="00C94BE0" w:rsidRPr="00C94BE0" w:rsidRDefault="00C94BE0" w:rsidP="00C94BE0">
      <w:pPr>
        <w:spacing w:line="240" w:lineRule="exact"/>
        <w:ind w:leftChars="100" w:left="210"/>
        <w:rPr>
          <w:sz w:val="16"/>
          <w:szCs w:val="14"/>
        </w:rPr>
      </w:pPr>
      <w:r w:rsidRPr="00C94BE0">
        <w:rPr>
          <w:rFonts w:hint="eastAsia"/>
          <w:sz w:val="16"/>
          <w:szCs w:val="14"/>
        </w:rPr>
        <w:t>⑵限度額</w:t>
      </w:r>
    </w:p>
    <w:p w14:paraId="4B95270C" w14:textId="53DE8B54" w:rsidR="00C94BE0" w:rsidRPr="00C94BE0" w:rsidRDefault="00C94BE0" w:rsidP="00C94BE0">
      <w:pPr>
        <w:spacing w:line="240" w:lineRule="exact"/>
        <w:ind w:leftChars="100" w:left="210" w:firstLineChars="100" w:firstLine="160"/>
        <w:rPr>
          <w:rFonts w:hint="eastAsia"/>
          <w:sz w:val="16"/>
          <w:szCs w:val="14"/>
        </w:rPr>
      </w:pPr>
      <w:r w:rsidRPr="00C94BE0">
        <w:rPr>
          <w:rFonts w:hint="eastAsia"/>
          <w:sz w:val="16"/>
          <w:szCs w:val="14"/>
        </w:rPr>
        <w:t>単価（8円38銭を限度とします）×確認された作成枚数（公職選挙法第142条第</w:t>
      </w:r>
      <w:r>
        <w:rPr>
          <w:rFonts w:hint="eastAsia"/>
          <w:sz w:val="16"/>
          <w:szCs w:val="14"/>
        </w:rPr>
        <w:t>1</w:t>
      </w:r>
      <w:r w:rsidRPr="00C94BE0">
        <w:rPr>
          <w:rFonts w:hint="eastAsia"/>
          <w:sz w:val="16"/>
          <w:szCs w:val="14"/>
        </w:rPr>
        <w:t>項第</w:t>
      </w:r>
      <w:r>
        <w:rPr>
          <w:rFonts w:hint="eastAsia"/>
          <w:sz w:val="16"/>
          <w:szCs w:val="14"/>
        </w:rPr>
        <w:t>7</w:t>
      </w:r>
      <w:r w:rsidRPr="00C94BE0">
        <w:rPr>
          <w:rFonts w:hint="eastAsia"/>
          <w:sz w:val="16"/>
          <w:szCs w:val="14"/>
        </w:rPr>
        <w:t>号に定める枚数を限度とします）</w:t>
      </w:r>
    </w:p>
    <w:p w14:paraId="51B59F50" w14:textId="3407DEE9" w:rsidR="00B24FC6" w:rsidRPr="00C94BE0" w:rsidRDefault="00C94BE0" w:rsidP="00C94BE0">
      <w:pPr>
        <w:spacing w:line="240" w:lineRule="exact"/>
        <w:ind w:leftChars="100" w:left="210" w:firstLineChars="100" w:firstLine="160"/>
        <w:rPr>
          <w:sz w:val="16"/>
          <w:szCs w:val="14"/>
        </w:rPr>
      </w:pPr>
      <w:r w:rsidRPr="00C94BE0">
        <w:rPr>
          <w:rFonts w:hint="eastAsia"/>
          <w:sz w:val="16"/>
          <w:szCs w:val="14"/>
        </w:rPr>
        <w:t>= 限度額（１円未満の端数は切上げ）</w:t>
      </w:r>
    </w:p>
    <w:sectPr w:rsidR="00B24FC6" w:rsidRPr="00C94BE0" w:rsidSect="00C94BE0">
      <w:footerReference w:type="default" r:id="rId6"/>
      <w:pgSz w:w="11906" w:h="16838" w:code="9"/>
      <w:pgMar w:top="1418" w:right="1247" w:bottom="1418" w:left="1247" w:header="284" w:footer="567"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235DF" w14:textId="77777777" w:rsidR="009417BD" w:rsidRDefault="009417BD" w:rsidP="00B61AFB">
      <w:r>
        <w:separator/>
      </w:r>
    </w:p>
  </w:endnote>
  <w:endnote w:type="continuationSeparator" w:id="0">
    <w:p w14:paraId="40E91ADC" w14:textId="77777777" w:rsidR="009417BD" w:rsidRDefault="009417BD" w:rsidP="00B61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1BC4F" w14:textId="707BED91" w:rsidR="00C94BE0" w:rsidRDefault="00C94BE0" w:rsidP="00C94BE0">
    <w:pPr>
      <w:pStyle w:val="a5"/>
      <w:jc w:val="right"/>
    </w:pPr>
    <w:r w:rsidRPr="00C94BE0">
      <w:rPr>
        <w:rFonts w:hint="eastAsia"/>
      </w:rPr>
      <w:t>〔様式</w:t>
    </w:r>
    <w:r w:rsidRPr="00C94BE0">
      <w:t>40</w:t>
    </w:r>
    <w:r w:rsidRPr="00C94BE0">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3E16B" w14:textId="77777777" w:rsidR="009417BD" w:rsidRDefault="009417BD" w:rsidP="00B61AFB">
      <w:r>
        <w:separator/>
      </w:r>
    </w:p>
  </w:footnote>
  <w:footnote w:type="continuationSeparator" w:id="0">
    <w:p w14:paraId="6347EC43" w14:textId="77777777" w:rsidR="009417BD" w:rsidRDefault="009417BD" w:rsidP="00B61A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attachedTemplate r:id="rId1"/>
  <w:doNotTrackMoves/>
  <w:defaultTabStop w:val="851"/>
  <w:drawingGridHorizontalSpacing w:val="105"/>
  <w:drawingGridVerticalSpacing w:val="335"/>
  <w:displayHorizontalDrawingGridEvery w:val="0"/>
  <w:characterSpacingControl w:val="doNotCompress"/>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61AFB"/>
    <w:rsid w:val="000A05A0"/>
    <w:rsid w:val="000A59E0"/>
    <w:rsid w:val="00105E62"/>
    <w:rsid w:val="00367ACC"/>
    <w:rsid w:val="003D641A"/>
    <w:rsid w:val="004B3D17"/>
    <w:rsid w:val="004C6D3E"/>
    <w:rsid w:val="004D6824"/>
    <w:rsid w:val="005E233A"/>
    <w:rsid w:val="006E73E7"/>
    <w:rsid w:val="009144A4"/>
    <w:rsid w:val="009417BD"/>
    <w:rsid w:val="00B24FC6"/>
    <w:rsid w:val="00B61AFB"/>
    <w:rsid w:val="00C45E34"/>
    <w:rsid w:val="00C94BE0"/>
    <w:rsid w:val="00E35366"/>
    <w:rsid w:val="00E773DB"/>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v:textbox inset="5.85pt,.7pt,5.85pt,.7pt"/>
    </o:shapedefaults>
    <o:shapelayout v:ext="edit">
      <o:idmap v:ext="edit" data="2"/>
    </o:shapelayout>
  </w:shapeDefaults>
  <w:decimalSymbol w:val="."/>
  <w:listSeparator w:val=","/>
  <w14:docId w14:val="1110B368"/>
  <w14:defaultImageDpi w14:val="0"/>
  <w15:docId w15:val="{745BCE29-004F-4429-AE48-1568BC937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locked="1" w:semiHidden="1" w:unhideWhenUsed="1"/>
    <w:lsdException w:name="List Bullet" w:locked="1" w:semiHidden="1" w:unhideWhenUsed="1"/>
    <w:lsdException w:name="List Number" w:locked="1" w:semiHidden="1" w:unhideWhenUsed="1"/>
    <w:lsdException w:name="Title" w:locked="1" w:uiPriority="10" w:qFormat="1"/>
    <w:lsdException w:name="Default Paragraph Font" w:locked="1" w:semiHidden="1" w:uiPriority="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paragraph" w:styleId="a7">
    <w:name w:val="Note Heading"/>
    <w:basedOn w:val="a"/>
    <w:next w:val="a"/>
    <w:link w:val="a8"/>
    <w:uiPriority w:val="99"/>
    <w:pPr>
      <w:jc w:val="center"/>
    </w:pPr>
  </w:style>
  <w:style w:type="character" w:customStyle="1" w:styleId="a8">
    <w:name w:val="記 (文字)"/>
    <w:basedOn w:val="a0"/>
    <w:link w:val="a7"/>
    <w:uiPriority w:val="99"/>
    <w:locked/>
    <w:rPr>
      <w:rFonts w:ascii="ＭＳ 明朝" w:cs="Times New Roman"/>
      <w:kern w:val="2"/>
      <w:sz w:val="21"/>
    </w:rPr>
  </w:style>
  <w:style w:type="paragraph" w:styleId="a9">
    <w:name w:val="Closing"/>
    <w:basedOn w:val="a"/>
    <w:next w:val="a"/>
    <w:link w:val="aa"/>
    <w:uiPriority w:val="99"/>
    <w:semiHidden/>
    <w:pPr>
      <w:jc w:val="right"/>
    </w:pPr>
  </w:style>
  <w:style w:type="character" w:customStyle="1" w:styleId="aa">
    <w:name w:val="結語 (文字)"/>
    <w:basedOn w:val="a0"/>
    <w:link w:val="a9"/>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iwamoto\&#12487;&#12473;&#12463;&#12488;&#12483;&#12503;\Template\RB&#65293;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Template>
  <TotalTime>12</TotalTime>
  <Pages>1</Pages>
  <Words>78</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森下秀樹</dc:creator>
  <cp:keywords/>
  <dc:description/>
  <cp:lastModifiedBy>nakase.101</cp:lastModifiedBy>
  <cp:revision>6</cp:revision>
  <cp:lastPrinted>2022-01-21T12:29:00Z</cp:lastPrinted>
  <dcterms:created xsi:type="dcterms:W3CDTF">2022-01-05T06:05:00Z</dcterms:created>
  <dcterms:modified xsi:type="dcterms:W3CDTF">2026-01-11T10:56:00Z</dcterms:modified>
</cp:coreProperties>
</file>